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rsidR="00430206" w:rsidRDefault="00DD44FD" w:rsidP="00430206">
          <w:pPr>
            <w:pStyle w:val="Tituldatum"/>
          </w:pPr>
          <w:r w:rsidRPr="00DD44FD">
            <w:rPr>
              <w:rStyle w:val="Nzevakce"/>
            </w:rPr>
            <w:t>„Sanace nestabilních náspů zemního tělesa v úseku Hájek - Dalovice“</w:t>
          </w:r>
        </w:p>
      </w:sdtContent>
    </w:sdt>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DD44FD" w:rsidRDefault="00F422D3" w:rsidP="00B42F40">
      <w:pPr>
        <w:pStyle w:val="Textbezodsazen"/>
        <w:spacing w:after="0"/>
      </w:pPr>
      <w:r w:rsidRPr="00DD44FD">
        <w:t xml:space="preserve">zastoupena: Ing. Mojmírem Nejezchlebem, náměstkem GŘ pro modernizaci dráhy </w:t>
      </w:r>
    </w:p>
    <w:p w:rsidR="00F422D3" w:rsidRDefault="00F422D3" w:rsidP="00B42F40">
      <w:pPr>
        <w:pStyle w:val="Textbezodsazen"/>
      </w:pPr>
      <w:r w:rsidRPr="00DD44FD">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DD44FD">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DD44FD" w:rsidRPr="00DD44FD">
        <w:t>521 352 0066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rsidR="00F422D3" w:rsidRDefault="00F422D3" w:rsidP="00B42F40">
      <w:pPr>
        <w:pStyle w:val="Textbezodsazen"/>
      </w:pPr>
      <w:r w:rsidRPr="00B42F40">
        <w:t xml:space="preserve">Objednatel si přeje, aby Dílo </w:t>
      </w:r>
      <w:r w:rsidR="00DD44FD" w:rsidRPr="00DD44FD">
        <w:t xml:space="preserve">„Sanace nestabilních náspů zemního tělesa v úseku Hájek – Dalovice“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DD44FD">
      <w:pPr>
        <w:pStyle w:val="slovanseznam2"/>
      </w:pPr>
      <w:r w:rsidRPr="00EA585B">
        <w:t>Smluvní</w:t>
      </w:r>
      <w:r>
        <w:t xml:space="preserve"> podmínky [Smluvní podmínky pro </w:t>
      </w:r>
      <w:r w:rsidR="00DD44FD">
        <w:t>dodávku technologických zařízení a projektování-výstavbu elektro- a strojně- technologického díla a pozemních a inženýrských staveb projektovaných zhotovitelem</w:t>
      </w:r>
      <w:r>
        <w:t xml:space="preserve"> (FIDIC 1999)-Obecné podmínky; Smluvní podmínky pro </w:t>
      </w:r>
      <w:r w:rsidR="00DD44FD" w:rsidRPr="00DD44FD">
        <w:t xml:space="preserve">dodávku technologických zařízení a projektování-výstavbu elektro- a strojně- technologického díla a pozemních a inženýrských staveb projektovaných zhotovitelem </w:t>
      </w:r>
      <w:r>
        <w:t xml:space="preserve">– Zvláštní podmínky pro stavby Správy železniční dopravní cesty, státní organizace </w:t>
      </w:r>
      <w:r w:rsidR="00DD44FD" w:rsidRPr="00DD44FD">
        <w:t xml:space="preserve">č. j. 224/2018-520-DOP/1, účinné od </w:t>
      </w:r>
      <w:proofErr w:type="gramStart"/>
      <w:r w:rsidR="00DD44FD" w:rsidRPr="00DD44FD">
        <w:t>3.8.2018</w:t>
      </w:r>
      <w:proofErr w:type="gramEnd"/>
      <w:r w:rsidR="00DD44FD" w:rsidRPr="00DD44FD">
        <w:t xml:space="preserve"> </w:t>
      </w:r>
      <w:r>
        <w:t xml:space="preserve"> </w:t>
      </w:r>
    </w:p>
    <w:p w:rsidR="00B72325" w:rsidRPr="00F71BA0" w:rsidRDefault="00B72325" w:rsidP="00EA585B">
      <w:pPr>
        <w:pStyle w:val="slovanseznam2"/>
      </w:pPr>
      <w:r w:rsidRPr="00F71BA0">
        <w:t>Požadavky objednatele</w:t>
      </w:r>
    </w:p>
    <w:p w:rsidR="00F422D3" w:rsidRPr="00F71BA0" w:rsidRDefault="00F422D3" w:rsidP="00EA585B">
      <w:pPr>
        <w:pStyle w:val="slovanseznam2"/>
      </w:pPr>
      <w:r w:rsidRPr="00F71BA0">
        <w:t xml:space="preserve">Formuláře:  </w:t>
      </w:r>
    </w:p>
    <w:p w:rsidR="00F422D3" w:rsidRPr="00F71BA0" w:rsidRDefault="007F1457" w:rsidP="00600ECE">
      <w:pPr>
        <w:pStyle w:val="slovanseznam3"/>
      </w:pPr>
      <w:r w:rsidRPr="00F71BA0">
        <w:t>Požadavky na výkon nebo funkci</w:t>
      </w:r>
    </w:p>
    <w:p w:rsidR="00F422D3" w:rsidRDefault="00F422D3" w:rsidP="00EA585B">
      <w:pPr>
        <w:pStyle w:val="slovanseznam"/>
      </w:pPr>
      <w:r>
        <w:t>Specifikace související dokumentace je uvedena v</w:t>
      </w:r>
      <w:r w:rsidR="007F1457">
        <w:t> Požadavcích objednatele</w:t>
      </w:r>
      <w:r>
        <w:t>, a to zejména ve Zvláštních technických podmínkách.</w:t>
      </w:r>
    </w:p>
    <w:p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0F291D" w:rsidRPr="000F291D" w:rsidRDefault="000F291D" w:rsidP="000F291D">
      <w:pPr>
        <w:pStyle w:val="slovanseznam"/>
      </w:pPr>
      <w:r w:rsidRPr="000F291D">
        <w:lastRenderedPageBreak/>
        <w:t>NEOBSAZENO</w:t>
      </w:r>
    </w:p>
    <w:p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rsidR="00F422D3" w:rsidRPr="00F71BA0" w:rsidRDefault="00F422D3" w:rsidP="00EA585B">
      <w:pPr>
        <w:pStyle w:val="slovanseznam"/>
      </w:pPr>
      <w:r w:rsidRPr="00F71BA0">
        <w:t>Objednatel si vyhrazuje:</w:t>
      </w:r>
    </w:p>
    <w:p w:rsidR="00F422D3" w:rsidRPr="00F71BA0" w:rsidRDefault="00F422D3" w:rsidP="00EA585B">
      <w:pPr>
        <w:pStyle w:val="slovanseznam2"/>
      </w:pPr>
      <w:r w:rsidRPr="00F71BA0">
        <w:t>požadavek, že níže uvedené významné činnosti při plnění veřejné zakázky musí být plněny přímo Zhotovitelem jeho vlastními prostředky:</w:t>
      </w:r>
    </w:p>
    <w:p w:rsidR="000F291D" w:rsidRDefault="000F291D" w:rsidP="000F291D">
      <w:pPr>
        <w:pStyle w:val="Seznamsodrkami"/>
      </w:pPr>
      <w:r w:rsidRPr="000F291D">
        <w:t>SO 02-10-</w:t>
      </w:r>
      <w:proofErr w:type="gramStart"/>
      <w:r w:rsidRPr="000F291D">
        <w:t>01    Zemní</w:t>
      </w:r>
      <w:proofErr w:type="gramEnd"/>
      <w:r w:rsidRPr="000F291D">
        <w:t xml:space="preserve"> práce, odtěžení zemních hmot </w:t>
      </w:r>
    </w:p>
    <w:p w:rsidR="000F291D" w:rsidRPr="000F291D" w:rsidRDefault="000F291D" w:rsidP="000F291D">
      <w:pPr>
        <w:pStyle w:val="Seznamsodrkami"/>
      </w:pPr>
      <w:r w:rsidRPr="000F291D">
        <w:t xml:space="preserve">Sanace železničního spodku v km 181,400 – 182,100 – kromě provedení geotechnického průzkumu </w:t>
      </w:r>
    </w:p>
    <w:p w:rsidR="00F422D3" w:rsidRPr="00F71BA0" w:rsidRDefault="00F422D3" w:rsidP="00EA585B">
      <w:pPr>
        <w:pStyle w:val="slovanseznam"/>
      </w:pPr>
      <w:r>
        <w:t xml:space="preserve">Závazky ze Smlouvy je možné měnit pouze písemnou </w:t>
      </w:r>
      <w:r w:rsidRPr="00F71BA0">
        <w:t xml:space="preserve">dohodou </w:t>
      </w:r>
      <w:r w:rsidR="008156D5" w:rsidRPr="00F71BA0">
        <w:t xml:space="preserve">v listinné podobě </w:t>
      </w:r>
      <w:r w:rsidRPr="00F71BA0">
        <w:t>Stran ve formě číslovaných dodatků této Smlouvy o dílo, podepsanou za každou Stranu osobou nebo osobami oprávněnými takový dodatek podepsat.</w:t>
      </w:r>
    </w:p>
    <w:p w:rsidR="000F291D" w:rsidRPr="000F291D" w:rsidRDefault="000F291D" w:rsidP="000F291D">
      <w:pPr>
        <w:pStyle w:val="slovanseznam"/>
      </w:pPr>
      <w:r w:rsidRPr="000F291D">
        <w:t>NEOBSAZENO</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Zmocnění Vedoucího zhotovitele</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CB4F6D" w:rsidRDefault="00CB4F6D" w:rsidP="00827ABA">
      <w:pPr>
        <w:sectPr w:rsidR="00CB4F6D" w:rsidSect="00DE51C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rsidR="007145F3" w:rsidRDefault="007145F3" w:rsidP="00CB4F6D">
      <w:pPr>
        <w:pStyle w:val="Textbezodsazen"/>
      </w:pPr>
    </w:p>
    <w:p w:rsidR="007145F3" w:rsidRDefault="007145F3"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6B4C5E" w:rsidRDefault="006B4C5E"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7F1787" w:rsidRDefault="007F1787" w:rsidP="00CB4F6D">
      <w:pPr>
        <w:pStyle w:val="Textbezodsazen"/>
      </w:pPr>
    </w:p>
    <w:p w:rsidR="00CB4F6D" w:rsidRDefault="00CB4F6D" w:rsidP="00866994">
      <w:pPr>
        <w:pStyle w:val="Textbezodsazen"/>
      </w:pPr>
    </w:p>
    <w:p w:rsidR="00502690" w:rsidRDefault="00502690" w:rsidP="00866994">
      <w:pPr>
        <w:pStyle w:val="Textbezodsazen"/>
        <w:sectPr w:rsidR="00502690" w:rsidSect="00DE51C2">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8F01C6" w:rsidRDefault="002038D5" w:rsidP="002038D5">
            <w:pPr>
              <w:pStyle w:val="Tabulka"/>
              <w:rPr>
                <w:rStyle w:val="Nadpisvtabulce"/>
              </w:rPr>
            </w:pPr>
            <w:r w:rsidRPr="008F01C6">
              <w:rPr>
                <w:rStyle w:val="Nadpisvtabulce"/>
              </w:rPr>
              <w:t>Jméno a příjmení</w:t>
            </w:r>
          </w:p>
        </w:tc>
        <w:tc>
          <w:tcPr>
            <w:tcW w:w="5812" w:type="dxa"/>
          </w:tcPr>
          <w:p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rsidR="002038D5" w:rsidRPr="00F95FBD" w:rsidRDefault="002038D5" w:rsidP="00502690">
      <w:pPr>
        <w:pStyle w:val="Textbezodsazen"/>
      </w:pPr>
    </w:p>
    <w:p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8F01C6" w:rsidRDefault="002038D5" w:rsidP="002038D5">
            <w:pPr>
              <w:pStyle w:val="Tabulka"/>
              <w:rPr>
                <w:rStyle w:val="Nadpisvtabulce"/>
              </w:rPr>
            </w:pPr>
            <w:r w:rsidRPr="008F01C6">
              <w:rPr>
                <w:rStyle w:val="Nadpisvtabulce"/>
              </w:rPr>
              <w:t>Jméno a příjmení</w:t>
            </w:r>
          </w:p>
        </w:tc>
        <w:tc>
          <w:tcPr>
            <w:tcW w:w="5812" w:type="dxa"/>
          </w:tcPr>
          <w:p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F01C6" w:rsidRDefault="008F01C6" w:rsidP="002038D5">
      <w:pPr>
        <w:pStyle w:val="Textbezodsazen"/>
        <w:rPr>
          <w:i/>
          <w:highlight w:val="green"/>
        </w:rPr>
      </w:pPr>
    </w:p>
    <w:p w:rsidR="00D242BB" w:rsidRPr="00F95FBD" w:rsidRDefault="00D242BB" w:rsidP="00D242BB">
      <w:pPr>
        <w:pStyle w:val="Nadpistabulky"/>
        <w:rPr>
          <w:sz w:val="18"/>
          <w:szCs w:val="18"/>
        </w:rPr>
      </w:pPr>
      <w:r>
        <w:rPr>
          <w:sz w:val="18"/>
          <w:szCs w:val="18"/>
        </w:rPr>
        <w:t>Vedoucí týmu pro projekt</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Default="00D242BB" w:rsidP="00D242BB">
      <w:pPr>
        <w:pStyle w:val="Nadpistabulky"/>
        <w:rPr>
          <w:sz w:val="18"/>
          <w:szCs w:val="18"/>
        </w:rPr>
      </w:pPr>
    </w:p>
    <w:p w:rsidR="00D242BB" w:rsidRPr="00F95FBD" w:rsidRDefault="00D242BB" w:rsidP="00D242BB">
      <w:pPr>
        <w:pStyle w:val="Nadpistabulky"/>
        <w:rPr>
          <w:sz w:val="18"/>
          <w:szCs w:val="18"/>
        </w:rPr>
      </w:pPr>
      <w:r>
        <w:rPr>
          <w:sz w:val="18"/>
          <w:szCs w:val="18"/>
        </w:rPr>
        <w:t>Stavbyvedoucí (vedoucí prací)</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Default="00D242BB" w:rsidP="00D242BB">
      <w:pPr>
        <w:pStyle w:val="Nadpistabulky"/>
        <w:rPr>
          <w:sz w:val="18"/>
          <w:szCs w:val="18"/>
        </w:rPr>
      </w:pPr>
    </w:p>
    <w:p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Pr="00F95FBD" w:rsidRDefault="00D242BB" w:rsidP="00D242BB">
      <w:pPr>
        <w:pStyle w:val="Nadpistabulky"/>
        <w:rPr>
          <w:sz w:val="18"/>
          <w:szCs w:val="18"/>
        </w:rPr>
      </w:pPr>
      <w:r>
        <w:rPr>
          <w:sz w:val="18"/>
          <w:szCs w:val="18"/>
        </w:rPr>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lastRenderedPageBreak/>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Default="00D242BB" w:rsidP="00D242BB">
      <w:pPr>
        <w:pStyle w:val="Nadpistabulky"/>
        <w:rPr>
          <w:sz w:val="18"/>
          <w:szCs w:val="18"/>
        </w:rPr>
      </w:pPr>
    </w:p>
    <w:p w:rsidR="00D242BB" w:rsidRPr="00F95FBD" w:rsidRDefault="00D242BB" w:rsidP="00D242BB">
      <w:pPr>
        <w:pStyle w:val="Nadpistabulky"/>
        <w:rPr>
          <w:sz w:val="18"/>
          <w:szCs w:val="18"/>
        </w:rPr>
      </w:pPr>
      <w:r>
        <w:rPr>
          <w:sz w:val="18"/>
          <w:szCs w:val="18"/>
        </w:rPr>
        <w:t xml:space="preserve">Specialista (vedoucí prací) na </w:t>
      </w:r>
      <w:r w:rsidR="000F291D" w:rsidRPr="000F291D">
        <w:rPr>
          <w:sz w:val="18"/>
          <w:szCs w:val="18"/>
        </w:rPr>
        <w:t>železniční spodek</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F01C6" w:rsidRDefault="008F01C6" w:rsidP="00165977">
      <w:pPr>
        <w:pStyle w:val="Tabulka"/>
      </w:pPr>
    </w:p>
    <w:p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Default="00D242BB" w:rsidP="00D242BB">
      <w:pPr>
        <w:pStyle w:val="Nadpistabulky"/>
        <w:rPr>
          <w:sz w:val="18"/>
          <w:szCs w:val="18"/>
        </w:rPr>
      </w:pPr>
    </w:p>
    <w:p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F291D" w:rsidRDefault="000F291D" w:rsidP="000F291D">
      <w:pPr>
        <w:pStyle w:val="Nadpistabulky"/>
        <w:rPr>
          <w:sz w:val="18"/>
          <w:szCs w:val="18"/>
        </w:rPr>
      </w:pPr>
    </w:p>
    <w:p w:rsidR="000F291D" w:rsidRPr="00F95FBD" w:rsidRDefault="000F291D" w:rsidP="000F291D">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0F291D" w:rsidRPr="00F95FBD" w:rsidTr="00E06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F291D" w:rsidRPr="00F95FBD" w:rsidRDefault="000F291D" w:rsidP="00E06765">
            <w:pPr>
              <w:pStyle w:val="Tabulka"/>
              <w:rPr>
                <w:rStyle w:val="Nadpisvtabulce"/>
              </w:rPr>
            </w:pPr>
            <w:r w:rsidRPr="00F95FBD">
              <w:rPr>
                <w:rStyle w:val="Nadpisvtabulce"/>
              </w:rPr>
              <w:t>Jméno a příjmení</w:t>
            </w:r>
          </w:p>
        </w:tc>
        <w:tc>
          <w:tcPr>
            <w:tcW w:w="5812" w:type="dxa"/>
          </w:tcPr>
          <w:p w:rsidR="000F291D" w:rsidRPr="00F95FBD" w:rsidRDefault="000F291D" w:rsidP="00E0676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F291D" w:rsidRPr="00F95FBD" w:rsidTr="00E06765">
        <w:tc>
          <w:tcPr>
            <w:cnfStyle w:val="001000000000" w:firstRow="0" w:lastRow="0" w:firstColumn="1" w:lastColumn="0" w:oddVBand="0" w:evenVBand="0" w:oddHBand="0" w:evenHBand="0" w:firstRowFirstColumn="0" w:firstRowLastColumn="0" w:lastRowFirstColumn="0" w:lastRowLastColumn="0"/>
            <w:tcW w:w="3056" w:type="dxa"/>
          </w:tcPr>
          <w:p w:rsidR="000F291D" w:rsidRPr="00F95FBD" w:rsidRDefault="000F291D" w:rsidP="00E06765">
            <w:pPr>
              <w:pStyle w:val="Tabulka"/>
              <w:rPr>
                <w:sz w:val="18"/>
              </w:rPr>
            </w:pPr>
            <w:r w:rsidRPr="00F95FBD">
              <w:rPr>
                <w:sz w:val="18"/>
              </w:rPr>
              <w:t>Adresa</w:t>
            </w:r>
          </w:p>
        </w:tc>
        <w:tc>
          <w:tcPr>
            <w:tcW w:w="5812" w:type="dxa"/>
          </w:tcPr>
          <w:p w:rsidR="000F291D" w:rsidRPr="00F95FBD" w:rsidRDefault="000F291D" w:rsidP="00E067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291D" w:rsidRPr="00F95FBD" w:rsidTr="00E06765">
        <w:tc>
          <w:tcPr>
            <w:cnfStyle w:val="001000000000" w:firstRow="0" w:lastRow="0" w:firstColumn="1" w:lastColumn="0" w:oddVBand="0" w:evenVBand="0" w:oddHBand="0" w:evenHBand="0" w:firstRowFirstColumn="0" w:firstRowLastColumn="0" w:lastRowFirstColumn="0" w:lastRowLastColumn="0"/>
            <w:tcW w:w="3056" w:type="dxa"/>
          </w:tcPr>
          <w:p w:rsidR="000F291D" w:rsidRPr="00F95FBD" w:rsidRDefault="000F291D" w:rsidP="00E06765">
            <w:pPr>
              <w:pStyle w:val="Tabulka"/>
              <w:rPr>
                <w:sz w:val="18"/>
              </w:rPr>
            </w:pPr>
            <w:r w:rsidRPr="00F95FBD">
              <w:rPr>
                <w:sz w:val="18"/>
              </w:rPr>
              <w:t>E-mail</w:t>
            </w:r>
          </w:p>
        </w:tc>
        <w:tc>
          <w:tcPr>
            <w:tcW w:w="5812" w:type="dxa"/>
          </w:tcPr>
          <w:p w:rsidR="000F291D" w:rsidRPr="00F95FBD" w:rsidRDefault="000F291D" w:rsidP="00E067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291D" w:rsidRPr="00F95FBD" w:rsidTr="00E06765">
        <w:tc>
          <w:tcPr>
            <w:cnfStyle w:val="001000000000" w:firstRow="0" w:lastRow="0" w:firstColumn="1" w:lastColumn="0" w:oddVBand="0" w:evenVBand="0" w:oddHBand="0" w:evenHBand="0" w:firstRowFirstColumn="0" w:firstRowLastColumn="0" w:lastRowFirstColumn="0" w:lastRowLastColumn="0"/>
            <w:tcW w:w="3056" w:type="dxa"/>
          </w:tcPr>
          <w:p w:rsidR="000F291D" w:rsidRPr="00F95FBD" w:rsidRDefault="000F291D" w:rsidP="00E06765">
            <w:pPr>
              <w:pStyle w:val="Tabulka"/>
              <w:rPr>
                <w:sz w:val="18"/>
              </w:rPr>
            </w:pPr>
            <w:r w:rsidRPr="00F95FBD">
              <w:rPr>
                <w:sz w:val="18"/>
              </w:rPr>
              <w:t>Telefon</w:t>
            </w:r>
          </w:p>
        </w:tc>
        <w:tc>
          <w:tcPr>
            <w:tcW w:w="5812" w:type="dxa"/>
          </w:tcPr>
          <w:p w:rsidR="000F291D" w:rsidRPr="00F95FBD" w:rsidRDefault="000F291D" w:rsidP="00E0676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Default="00D242BB" w:rsidP="00D242BB">
      <w:pPr>
        <w:pStyle w:val="Nadpistabulky"/>
        <w:rPr>
          <w:sz w:val="18"/>
          <w:szCs w:val="18"/>
        </w:rPr>
      </w:pPr>
    </w:p>
    <w:p w:rsidR="00D242BB" w:rsidRPr="00F95FBD" w:rsidRDefault="00D242BB" w:rsidP="00D242BB">
      <w:pPr>
        <w:pStyle w:val="Nadpistabulky"/>
        <w:rPr>
          <w:sz w:val="18"/>
          <w:szCs w:val="18"/>
        </w:rPr>
      </w:pPr>
      <w:r>
        <w:rPr>
          <w:sz w:val="18"/>
          <w:szCs w:val="18"/>
        </w:rPr>
        <w:t>Stavbyvedoucí</w:t>
      </w:r>
      <w:r w:rsidR="00A94EC4">
        <w:rPr>
          <w:sz w:val="18"/>
          <w:szCs w:val="18"/>
        </w:rPr>
        <w:t xml:space="preserve"> (vedoucí prací) na trakční vedení a silnoproud</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A94EC4" w:rsidRDefault="00A94EC4" w:rsidP="00D242BB">
      <w:pPr>
        <w:pStyle w:val="Nadpistabulky"/>
        <w:rPr>
          <w:sz w:val="18"/>
          <w:szCs w:val="18"/>
        </w:rPr>
      </w:pPr>
    </w:p>
    <w:p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lastRenderedPageBreak/>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bookmarkStart w:id="0" w:name="_GoBack"/>
            <w:bookmarkEnd w:id="0"/>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94EC4" w:rsidRDefault="00A94EC4" w:rsidP="00D242BB">
      <w:pPr>
        <w:pStyle w:val="Nadpistabulky"/>
        <w:rPr>
          <w:sz w:val="18"/>
          <w:szCs w:val="18"/>
        </w:rPr>
      </w:pPr>
    </w:p>
    <w:p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94EC4" w:rsidRDefault="00A94EC4" w:rsidP="00D242BB">
      <w:pPr>
        <w:pStyle w:val="Nadpistabulky"/>
        <w:rPr>
          <w:sz w:val="18"/>
          <w:szCs w:val="18"/>
        </w:rPr>
      </w:pPr>
    </w:p>
    <w:p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rStyle w:val="Nadpisvtabulce"/>
              </w:rPr>
            </w:pPr>
            <w:r w:rsidRPr="00F95FBD">
              <w:rPr>
                <w:rStyle w:val="Nadpisvtabulce"/>
              </w:rPr>
              <w:t>Jméno a příjmení</w:t>
            </w:r>
          </w:p>
        </w:tc>
        <w:tc>
          <w:tcPr>
            <w:tcW w:w="5812" w:type="dxa"/>
          </w:tcPr>
          <w:p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Adresa</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E-mail</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D242BB" w:rsidRPr="00F95FBD" w:rsidRDefault="00D242BB" w:rsidP="00B301FA">
            <w:pPr>
              <w:pStyle w:val="Tabulka"/>
              <w:rPr>
                <w:sz w:val="18"/>
              </w:rPr>
            </w:pPr>
            <w:r w:rsidRPr="00F95FBD">
              <w:rPr>
                <w:sz w:val="18"/>
              </w:rPr>
              <w:t>Telefon</w:t>
            </w:r>
          </w:p>
        </w:tc>
        <w:tc>
          <w:tcPr>
            <w:tcW w:w="5812" w:type="dxa"/>
          </w:tcPr>
          <w:p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94EC4" w:rsidRDefault="00A94EC4" w:rsidP="00A94EC4">
      <w:pPr>
        <w:pStyle w:val="Nadpistabulky"/>
        <w:rPr>
          <w:sz w:val="18"/>
          <w:szCs w:val="18"/>
        </w:rPr>
      </w:pPr>
    </w:p>
    <w:p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rStyle w:val="Nadpisvtabulce"/>
              </w:rPr>
            </w:pPr>
            <w:r w:rsidRPr="00F95FBD">
              <w:rPr>
                <w:rStyle w:val="Nadpisvtabulce"/>
              </w:rPr>
              <w:t>Jméno a příjmení</w:t>
            </w:r>
          </w:p>
        </w:tc>
        <w:tc>
          <w:tcPr>
            <w:tcW w:w="5812" w:type="dxa"/>
          </w:tcPr>
          <w:p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Adresa</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E-mail</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Telefon</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94EC4" w:rsidRDefault="00A94EC4" w:rsidP="00A94EC4">
      <w:pPr>
        <w:pStyle w:val="Nadpistabulky"/>
        <w:rPr>
          <w:sz w:val="18"/>
          <w:szCs w:val="18"/>
        </w:rPr>
      </w:pPr>
    </w:p>
    <w:p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rStyle w:val="Nadpisvtabulce"/>
              </w:rPr>
            </w:pPr>
            <w:r w:rsidRPr="00F95FBD">
              <w:rPr>
                <w:rStyle w:val="Nadpisvtabulce"/>
              </w:rPr>
              <w:t>Jméno a příjmení</w:t>
            </w:r>
          </w:p>
        </w:tc>
        <w:tc>
          <w:tcPr>
            <w:tcW w:w="5812" w:type="dxa"/>
          </w:tcPr>
          <w:p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Adresa</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E-mail</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rsidTr="00B301FA">
        <w:tc>
          <w:tcPr>
            <w:cnfStyle w:val="001000000000" w:firstRow="0" w:lastRow="0" w:firstColumn="1" w:lastColumn="0" w:oddVBand="0" w:evenVBand="0" w:oddHBand="0" w:evenHBand="0" w:firstRowFirstColumn="0" w:firstRowLastColumn="0" w:lastRowFirstColumn="0" w:lastRowLastColumn="0"/>
            <w:tcW w:w="3056" w:type="dxa"/>
          </w:tcPr>
          <w:p w:rsidR="00A94EC4" w:rsidRPr="00F95FBD" w:rsidRDefault="00A94EC4" w:rsidP="00B301FA">
            <w:pPr>
              <w:pStyle w:val="Tabulka"/>
              <w:rPr>
                <w:sz w:val="18"/>
              </w:rPr>
            </w:pPr>
            <w:r w:rsidRPr="00F95FBD">
              <w:rPr>
                <w:sz w:val="18"/>
              </w:rPr>
              <w:t>Telefon</w:t>
            </w:r>
          </w:p>
        </w:tc>
        <w:tc>
          <w:tcPr>
            <w:tcW w:w="5812" w:type="dxa"/>
          </w:tcPr>
          <w:p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sectPr w:rsidR="00F95FBD" w:rsidSect="00DE51C2">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7F1787">
      <w:pPr>
        <w:pStyle w:val="Textbezodsazen"/>
      </w:pPr>
    </w:p>
    <w:p w:rsidR="00F95FBD" w:rsidRPr="00F95FBD" w:rsidRDefault="00F95FBD" w:rsidP="007F1787">
      <w:pPr>
        <w:pStyle w:val="Textbezodsazen"/>
      </w:pPr>
    </w:p>
    <w:p w:rsidR="00174201" w:rsidRDefault="00174201" w:rsidP="007F1787">
      <w:pPr>
        <w:pStyle w:val="Textbezodsazen"/>
      </w:pPr>
    </w:p>
    <w:p w:rsidR="00174201" w:rsidRDefault="00174201" w:rsidP="007F1787">
      <w:pPr>
        <w:pStyle w:val="Textbezodsazen"/>
      </w:pPr>
    </w:p>
    <w:p w:rsidR="00174201" w:rsidRDefault="00174201" w:rsidP="007F1787">
      <w:pPr>
        <w:pStyle w:val="Textbezodsazen"/>
      </w:pPr>
    </w:p>
    <w:p w:rsidR="00174201" w:rsidRDefault="00174201" w:rsidP="007F1787">
      <w:pPr>
        <w:pStyle w:val="Textbezodsazen"/>
      </w:pPr>
    </w:p>
    <w:p w:rsidR="00365243" w:rsidRDefault="00365243" w:rsidP="007F1787">
      <w:pPr>
        <w:pStyle w:val="Textbezodsazen"/>
      </w:pPr>
    </w:p>
    <w:p w:rsidR="00365243" w:rsidRDefault="00365243" w:rsidP="007F1787">
      <w:pPr>
        <w:pStyle w:val="Textbezodsazen"/>
      </w:pPr>
    </w:p>
    <w:p w:rsidR="00365243" w:rsidRDefault="00365243" w:rsidP="007F1787">
      <w:pPr>
        <w:pStyle w:val="Textbezodsazen"/>
      </w:pPr>
    </w:p>
    <w:p w:rsidR="00F95FBD" w:rsidRDefault="00F95FBD" w:rsidP="007F1787">
      <w:pPr>
        <w:pStyle w:val="Textbezodsazen"/>
      </w:pPr>
    </w:p>
    <w:p w:rsidR="00F762A8" w:rsidRDefault="00F762A8" w:rsidP="00165977">
      <w:pPr>
        <w:pStyle w:val="Tabulka"/>
        <w:sectPr w:rsidR="00F762A8" w:rsidSect="00C64DF9">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CD320A" w:rsidRDefault="00CD320A"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174201" w:rsidRDefault="00174201"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6"/>
          <w:footerReference w:type="even" r:id="rId27"/>
          <w:footerReference w:type="default" r:id="rId28"/>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 xml:space="preserve">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w:t>
      </w:r>
      <w:r w:rsidR="001175C8">
        <w:t>ovatele vztahují a </w:t>
      </w:r>
      <w:r>
        <w:t>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D70440">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Příloha č. 6</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8D546F" w:rsidRDefault="008D546F" w:rsidP="00F762A8">
      <w:pPr>
        <w:pStyle w:val="Textbezodsazen"/>
      </w:pPr>
    </w:p>
    <w:p w:rsidR="00C64DF9" w:rsidRDefault="00C64DF9" w:rsidP="00F762A8">
      <w:pPr>
        <w:pStyle w:val="Textbezodsazen"/>
      </w:pPr>
    </w:p>
    <w:p w:rsidR="00C64DF9" w:rsidRDefault="00C64DF9" w:rsidP="00F762A8">
      <w:pPr>
        <w:pStyle w:val="Textbezodsazen"/>
      </w:pPr>
    </w:p>
    <w:p w:rsidR="00C64DF9" w:rsidRDefault="00C64DF9" w:rsidP="00F762A8">
      <w:pPr>
        <w:pStyle w:val="Textbezodsazen"/>
      </w:pPr>
    </w:p>
    <w:p w:rsidR="00F762A8" w:rsidRDefault="00F762A8" w:rsidP="00F762A8">
      <w:pPr>
        <w:pStyle w:val="Textbezodsazen"/>
      </w:pPr>
    </w:p>
    <w:sectPr w:rsidR="00F762A8" w:rsidSect="00C64DF9">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FD" w:rsidRDefault="00DD44FD" w:rsidP="00962258">
      <w:pPr>
        <w:spacing w:after="0" w:line="240" w:lineRule="auto"/>
      </w:pPr>
      <w:r>
        <w:separator/>
      </w:r>
    </w:p>
  </w:endnote>
  <w:endnote w:type="continuationSeparator" w:id="0">
    <w:p w:rsidR="00DD44FD" w:rsidRDefault="00DD44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DD44FD" w:rsidRPr="003462EB" w:rsidTr="007F1787">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rsidR="00DD44FD" w:rsidRDefault="00DD44FD" w:rsidP="007F1787">
          <w:pPr>
            <w:pStyle w:val="Zpatvlevo"/>
          </w:pPr>
          <w:r>
            <w:t>Smlouva o dílo – Zhotovení Projektové dokumentace a Stavby</w:t>
          </w:r>
        </w:p>
        <w:p w:rsidR="00DD44FD" w:rsidRPr="003462EB" w:rsidRDefault="00DD44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174201">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DD44FD" w:rsidRPr="00CD320A" w:rsidRDefault="00DD44FD" w:rsidP="00174201">
          <w:pPr>
            <w:pStyle w:val="Zpatvlevo"/>
            <w:rPr>
              <w:rStyle w:val="Tun"/>
            </w:rPr>
          </w:pPr>
          <w:r w:rsidRPr="00CD320A">
            <w:rPr>
              <w:rStyle w:val="Tun"/>
            </w:rPr>
            <w:t>Příloha č. 4</w:t>
          </w:r>
        </w:p>
        <w:p w:rsidR="00DD44FD" w:rsidRDefault="00DD44FD" w:rsidP="00174201">
          <w:pPr>
            <w:pStyle w:val="Zpatvlevo"/>
          </w:pPr>
          <w:r>
            <w:t>Smlouva o dílo – Zhotovení Projektové dokumentace a Stavby</w:t>
          </w:r>
        </w:p>
        <w:p w:rsidR="00DD44FD" w:rsidRPr="003462EB" w:rsidRDefault="00DD44FD"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D44FD" w:rsidTr="00174201">
      <w:tc>
        <w:tcPr>
          <w:tcW w:w="7881" w:type="dxa"/>
          <w:tcMar>
            <w:left w:w="0" w:type="dxa"/>
            <w:right w:w="0" w:type="dxa"/>
          </w:tcMar>
          <w:vAlign w:val="bottom"/>
        </w:tcPr>
        <w:p w:rsidR="00DD44FD" w:rsidRPr="00CD320A" w:rsidRDefault="00DD44FD" w:rsidP="00174201">
          <w:pPr>
            <w:pStyle w:val="Zpatvpravo"/>
            <w:rPr>
              <w:rStyle w:val="Tun"/>
            </w:rPr>
          </w:pPr>
          <w:r w:rsidRPr="00CD320A">
            <w:rPr>
              <w:rStyle w:val="Tun"/>
            </w:rPr>
            <w:t>PŘÍLOHA č. 4</w:t>
          </w:r>
        </w:p>
        <w:p w:rsidR="00DD44FD" w:rsidRDefault="00DD44FD" w:rsidP="00174201">
          <w:pPr>
            <w:pStyle w:val="Zpatvpravo"/>
          </w:pPr>
          <w:r>
            <w:t>SMLOUVA O DÍLO - Zhotovení Projektové dokumentace a Stavby</w:t>
          </w:r>
        </w:p>
        <w:p w:rsidR="00DD44FD" w:rsidRPr="00B8518B" w:rsidRDefault="00DD44FD"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c>
        <w:tcPr>
          <w:tcW w:w="851" w:type="dxa"/>
          <w:vAlign w:val="bottom"/>
        </w:tcPr>
        <w:p w:rsidR="00DD44FD" w:rsidRDefault="00DD44FD"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1</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8D546F">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DD44FD" w:rsidRPr="00CD320A" w:rsidRDefault="00DD44FD" w:rsidP="008D546F">
          <w:pPr>
            <w:pStyle w:val="Zpatvlevo"/>
            <w:rPr>
              <w:rStyle w:val="Tun"/>
            </w:rPr>
          </w:pPr>
          <w:r w:rsidRPr="00CD320A">
            <w:rPr>
              <w:rStyle w:val="Tun"/>
            </w:rPr>
            <w:t xml:space="preserve">Příloha č. </w:t>
          </w:r>
          <w:r>
            <w:rPr>
              <w:rStyle w:val="Tun"/>
            </w:rPr>
            <w:t>5</w:t>
          </w:r>
        </w:p>
        <w:p w:rsidR="00DD44FD" w:rsidRDefault="00DD44FD" w:rsidP="008D546F">
          <w:pPr>
            <w:pStyle w:val="Zpatvlevo"/>
          </w:pPr>
          <w:r>
            <w:t>Smlouva o dílo – Zhotovení Projektové dokumentace a Stavby</w:t>
          </w:r>
        </w:p>
        <w:p w:rsidR="00DD44FD" w:rsidRPr="003462EB" w:rsidRDefault="00DD44F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D44FD" w:rsidTr="008D546F">
      <w:tc>
        <w:tcPr>
          <w:tcW w:w="7881" w:type="dxa"/>
          <w:tcMar>
            <w:left w:w="0" w:type="dxa"/>
            <w:right w:w="0" w:type="dxa"/>
          </w:tcMar>
          <w:vAlign w:val="bottom"/>
        </w:tcPr>
        <w:p w:rsidR="00DD44FD" w:rsidRPr="00D70440" w:rsidRDefault="00DD44FD" w:rsidP="008D546F">
          <w:pPr>
            <w:pStyle w:val="Zpatvpravo"/>
            <w:rPr>
              <w:rStyle w:val="Tun"/>
            </w:rPr>
          </w:pPr>
          <w:r>
            <w:rPr>
              <w:rStyle w:val="Tun"/>
            </w:rPr>
            <w:t>PŘÍLOHA č. 5</w:t>
          </w:r>
        </w:p>
        <w:p w:rsidR="00DD44FD" w:rsidRDefault="00DD44F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rsidR="00DD44FD" w:rsidRPr="00CD320A" w:rsidRDefault="00DD44F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B314F" w:rsidRPr="00DB314F">
            <w:rPr>
              <w:rStyle w:val="slostrnky"/>
              <w:bCs/>
              <w:noProof/>
              <w:color w:val="auto"/>
            </w:rPr>
            <w:t xml:space="preserve">„Sanace nestabilních náspů zemního tělesa v úseku </w:t>
          </w:r>
          <w:r w:rsidR="00DB314F">
            <w:rPr>
              <w:rStyle w:val="slostrnky"/>
              <w:noProof/>
              <w:color w:val="auto"/>
            </w:rPr>
            <w:t>Hájek - Dalovice“</w:t>
          </w:r>
          <w:r w:rsidRPr="00CD320A">
            <w:rPr>
              <w:rStyle w:val="slostrnky"/>
              <w:color w:val="auto"/>
            </w:rPr>
            <w:fldChar w:fldCharType="end"/>
          </w:r>
        </w:p>
      </w:tc>
      <w:tc>
        <w:tcPr>
          <w:tcW w:w="851" w:type="dxa"/>
          <w:vAlign w:val="bottom"/>
        </w:tcPr>
        <w:p w:rsidR="00DD44FD" w:rsidRDefault="00DD44FD"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2</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8D546F">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DD44FD" w:rsidRDefault="00DD44FD" w:rsidP="008D546F">
          <w:pPr>
            <w:pStyle w:val="Zpatvlevo"/>
            <w:rPr>
              <w:rStyle w:val="Tun"/>
            </w:rPr>
          </w:pPr>
          <w:r w:rsidRPr="008D546F">
            <w:rPr>
              <w:rStyle w:val="Tun"/>
            </w:rPr>
            <w:t xml:space="preserve">Krycí list k žádosti zhotovitele o zálohovou platbu k Příloze </w:t>
          </w:r>
          <w:proofErr w:type="gramStart"/>
          <w:r w:rsidRPr="008D546F">
            <w:rPr>
              <w:rStyle w:val="Tun"/>
            </w:rPr>
            <w:t>č.7</w:t>
          </w:r>
          <w:proofErr w:type="gramEnd"/>
        </w:p>
        <w:p w:rsidR="00DD44FD" w:rsidRDefault="00DD44FD" w:rsidP="008D546F">
          <w:pPr>
            <w:pStyle w:val="Zpatvlevo"/>
          </w:pPr>
          <w:r>
            <w:t>Smlouva o dílo – Zhotovení Projektové dokumentace a Stavby</w:t>
          </w:r>
        </w:p>
        <w:p w:rsidR="00DD44FD" w:rsidRPr="003462EB" w:rsidRDefault="00DD44F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D44FD" w:rsidTr="008D546F">
      <w:tc>
        <w:tcPr>
          <w:tcW w:w="7881" w:type="dxa"/>
          <w:tcMar>
            <w:left w:w="0" w:type="dxa"/>
            <w:right w:w="0" w:type="dxa"/>
          </w:tcMar>
          <w:vAlign w:val="bottom"/>
        </w:tcPr>
        <w:p w:rsidR="00DD44FD" w:rsidRPr="008D546F" w:rsidRDefault="00DD44FD" w:rsidP="008D546F">
          <w:pPr>
            <w:pStyle w:val="Zpatvpravo"/>
            <w:rPr>
              <w:rStyle w:val="Tun"/>
            </w:rPr>
          </w:pPr>
          <w:r w:rsidRPr="008D546F">
            <w:rPr>
              <w:rStyle w:val="Tun"/>
            </w:rPr>
            <w:t xml:space="preserve">Krycí list k žádosti zhotovitele o zálohovou platbu k Příloze </w:t>
          </w:r>
          <w:proofErr w:type="gramStart"/>
          <w:r w:rsidRPr="008D546F">
            <w:rPr>
              <w:rStyle w:val="Tun"/>
            </w:rPr>
            <w:t>č.7</w:t>
          </w:r>
          <w:proofErr w:type="gramEnd"/>
        </w:p>
        <w:p w:rsidR="00DD44FD" w:rsidRDefault="00DD44F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rsidR="00DD44FD" w:rsidRPr="00CD320A" w:rsidRDefault="00DD44F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DB314F" w:rsidRPr="00DB314F">
            <w:rPr>
              <w:rStyle w:val="slostrnky"/>
              <w:bCs/>
              <w:noProof/>
              <w:color w:val="auto"/>
            </w:rPr>
            <w:t xml:space="preserve">„Sanace nestabilních náspů zemního tělesa v úseku </w:t>
          </w:r>
          <w:r w:rsidR="00DB314F">
            <w:rPr>
              <w:rStyle w:val="slostrnky"/>
              <w:noProof/>
              <w:color w:val="auto"/>
            </w:rPr>
            <w:t>Hájek - Dalovice“</w:t>
          </w:r>
          <w:r w:rsidRPr="00CD320A">
            <w:rPr>
              <w:rStyle w:val="slostrnky"/>
              <w:color w:val="auto"/>
            </w:rPr>
            <w:fldChar w:fldCharType="end"/>
          </w:r>
        </w:p>
      </w:tc>
      <w:tc>
        <w:tcPr>
          <w:tcW w:w="851" w:type="dxa"/>
          <w:vAlign w:val="bottom"/>
        </w:tcPr>
        <w:p w:rsidR="00DD44FD" w:rsidRDefault="00DD44F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1</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D44FD" w:rsidRPr="009E09BE" w:rsidTr="007F1787">
      <w:tc>
        <w:tcPr>
          <w:tcW w:w="7797" w:type="dxa"/>
          <w:tcMar>
            <w:left w:w="0" w:type="dxa"/>
            <w:right w:w="0" w:type="dxa"/>
          </w:tcMar>
          <w:vAlign w:val="bottom"/>
        </w:tcPr>
        <w:p w:rsidR="00DD44FD" w:rsidRDefault="00DD44FD" w:rsidP="007F1787">
          <w:pPr>
            <w:pStyle w:val="Zpatvpravo"/>
          </w:pPr>
          <w:r>
            <w:t>Smlouva o dílo – Zhotovení Projektové dokumentace a Stavby</w:t>
          </w:r>
        </w:p>
        <w:p w:rsidR="00DD44FD" w:rsidRPr="00612EE8" w:rsidRDefault="00DD44FD"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c>
        <w:tcPr>
          <w:tcW w:w="851" w:type="dxa"/>
          <w:vAlign w:val="bottom"/>
        </w:tcPr>
        <w:p w:rsidR="00DD44FD" w:rsidRPr="009E09BE" w:rsidRDefault="00DD44FD"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3</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4FD" w:rsidRDefault="00DD44FD" w:rsidP="003F78B3">
    <w:pPr>
      <w:pStyle w:val="Zpat"/>
      <w:rPr>
        <w:rFonts w:cs="Calibri"/>
        <w:szCs w:val="12"/>
      </w:rPr>
    </w:pPr>
  </w:p>
  <w:p w:rsidR="00DD44FD" w:rsidRDefault="00DD44FD" w:rsidP="003F78B3">
    <w:pPr>
      <w:pStyle w:val="Zpat"/>
      <w:rPr>
        <w:rFonts w:cs="Calibri"/>
        <w:szCs w:val="12"/>
      </w:rPr>
    </w:pPr>
  </w:p>
  <w:p w:rsidR="00DD44FD" w:rsidRPr="00460660" w:rsidRDefault="00DD44FD" w:rsidP="003F78B3">
    <w:pPr>
      <w:pStyle w:val="Zpat"/>
      <w:rPr>
        <w:sz w:val="2"/>
        <w:szCs w:val="2"/>
      </w:rPr>
    </w:pPr>
  </w:p>
  <w:p w:rsidR="00DD44FD" w:rsidRDefault="00DD44FD">
    <w:pPr>
      <w:pStyle w:val="Zpat"/>
      <w:rPr>
        <w:noProof/>
        <w:lang w:eastAsia="cs-CZ"/>
      </w:rPr>
    </w:pPr>
  </w:p>
  <w:p w:rsidR="00DD44FD" w:rsidRPr="00460660" w:rsidRDefault="00DD44FD">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7F1787">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DD44FD" w:rsidRPr="006B4C5E" w:rsidRDefault="00DD44FD" w:rsidP="007F1787">
          <w:pPr>
            <w:pStyle w:val="Zpatvlevo"/>
            <w:rPr>
              <w:rStyle w:val="Tun"/>
            </w:rPr>
          </w:pPr>
          <w:r w:rsidRPr="006B4C5E">
            <w:rPr>
              <w:rStyle w:val="Tun"/>
            </w:rPr>
            <w:t>Příloha č. 1</w:t>
          </w:r>
        </w:p>
        <w:p w:rsidR="00DD44FD" w:rsidRDefault="00DD44FD" w:rsidP="007F1787">
          <w:pPr>
            <w:pStyle w:val="Zpatvlevo"/>
          </w:pPr>
          <w:r>
            <w:t>Smlouva o dílo – Zhotovení Projektové dokumentace a Stavby</w:t>
          </w:r>
        </w:p>
        <w:p w:rsidR="00DD44FD" w:rsidRPr="003462EB" w:rsidRDefault="00DD44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DD44FD" w:rsidTr="007F1787">
      <w:tc>
        <w:tcPr>
          <w:tcW w:w="7655" w:type="dxa"/>
          <w:tcMar>
            <w:left w:w="0" w:type="dxa"/>
            <w:right w:w="0" w:type="dxa"/>
          </w:tcMar>
          <w:vAlign w:val="bottom"/>
        </w:tcPr>
        <w:p w:rsidR="00DD44FD" w:rsidRPr="00CD320A" w:rsidRDefault="00DD44FD" w:rsidP="007F1787">
          <w:pPr>
            <w:pStyle w:val="Zpatvpravo"/>
            <w:rPr>
              <w:rStyle w:val="Tun"/>
            </w:rPr>
          </w:pPr>
          <w:r w:rsidRPr="00CD320A">
            <w:rPr>
              <w:rStyle w:val="Tun"/>
            </w:rPr>
            <w:t xml:space="preserve">PŘÍLOHA č. </w:t>
          </w:r>
          <w:r>
            <w:rPr>
              <w:rStyle w:val="Tun"/>
            </w:rPr>
            <w:t>1</w:t>
          </w:r>
        </w:p>
        <w:p w:rsidR="00DD44FD" w:rsidRDefault="00DD44FD" w:rsidP="007F1787">
          <w:pPr>
            <w:pStyle w:val="Zpatvpravo"/>
          </w:pPr>
          <w:r>
            <w:t>SMLOUVA O DÍLO - Zhotovení Projektové dokumentace a Stavby</w:t>
          </w:r>
        </w:p>
        <w:p w:rsidR="00DD44FD" w:rsidRPr="00B8518B" w:rsidRDefault="00DD44FD"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c>
        <w:tcPr>
          <w:tcW w:w="851" w:type="dxa"/>
          <w:vAlign w:val="bottom"/>
        </w:tcPr>
        <w:p w:rsidR="00DD44FD" w:rsidRDefault="00DD44F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1</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7F1787">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rsidR="00DD44FD" w:rsidRPr="006B4C5E" w:rsidRDefault="00DD44FD" w:rsidP="007F1787">
          <w:pPr>
            <w:pStyle w:val="Zpatvlevo"/>
            <w:rPr>
              <w:rStyle w:val="Tun"/>
            </w:rPr>
          </w:pPr>
          <w:r w:rsidRPr="006B4C5E">
            <w:rPr>
              <w:rStyle w:val="Tun"/>
            </w:rPr>
            <w:t xml:space="preserve">Příloha č. </w:t>
          </w:r>
          <w:r>
            <w:rPr>
              <w:rStyle w:val="Tun"/>
            </w:rPr>
            <w:t>2</w:t>
          </w:r>
        </w:p>
        <w:p w:rsidR="00DD44FD" w:rsidRDefault="00DD44FD" w:rsidP="007F1787">
          <w:pPr>
            <w:pStyle w:val="Zpatvlevo"/>
          </w:pPr>
          <w:r>
            <w:t>Smlouva o dílo – Zhotovení Projektové dokumentace a Stavby</w:t>
          </w:r>
        </w:p>
        <w:p w:rsidR="00DD44FD" w:rsidRPr="003462EB" w:rsidRDefault="00DD44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D44FD" w:rsidTr="007F1787">
      <w:tc>
        <w:tcPr>
          <w:tcW w:w="7881" w:type="dxa"/>
          <w:tcMar>
            <w:left w:w="0" w:type="dxa"/>
            <w:right w:w="0" w:type="dxa"/>
          </w:tcMar>
          <w:vAlign w:val="bottom"/>
        </w:tcPr>
        <w:p w:rsidR="00DD44FD" w:rsidRPr="00CD320A" w:rsidRDefault="00DD44FD" w:rsidP="007F1787">
          <w:pPr>
            <w:pStyle w:val="Zpatvpravo"/>
            <w:rPr>
              <w:rStyle w:val="Tun"/>
            </w:rPr>
          </w:pPr>
          <w:r w:rsidRPr="00CD320A">
            <w:rPr>
              <w:rStyle w:val="Tun"/>
            </w:rPr>
            <w:t xml:space="preserve">PŘÍLOHA č. </w:t>
          </w:r>
          <w:r>
            <w:rPr>
              <w:rStyle w:val="Tun"/>
            </w:rPr>
            <w:t>2</w:t>
          </w:r>
        </w:p>
        <w:p w:rsidR="00DD44FD" w:rsidRDefault="00DD44FD" w:rsidP="007F1787">
          <w:pPr>
            <w:pStyle w:val="Zpatvpravo"/>
          </w:pPr>
          <w:r>
            <w:t>SMLOUVA O DÍLO - Zhotovení Projektové dokumentace a Stavby</w:t>
          </w:r>
        </w:p>
        <w:p w:rsidR="00DD44FD" w:rsidRPr="00B8518B" w:rsidRDefault="00DD44FD"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c>
        <w:tcPr>
          <w:tcW w:w="851" w:type="dxa"/>
          <w:vAlign w:val="bottom"/>
        </w:tcPr>
        <w:p w:rsidR="00DD44FD" w:rsidRDefault="00DD44F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3</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D44FD" w:rsidRPr="003462EB" w:rsidTr="007F1787">
      <w:tc>
        <w:tcPr>
          <w:tcW w:w="851" w:type="dxa"/>
          <w:tcMar>
            <w:left w:w="0" w:type="dxa"/>
            <w:right w:w="0" w:type="dxa"/>
          </w:tcMar>
          <w:vAlign w:val="bottom"/>
        </w:tcPr>
        <w:p w:rsidR="00DD44FD" w:rsidRPr="00B8518B" w:rsidRDefault="00DD44F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rsidR="00DD44FD" w:rsidRPr="006B4C5E" w:rsidRDefault="00DD44FD" w:rsidP="007F1787">
          <w:pPr>
            <w:pStyle w:val="Zpatvlevo"/>
            <w:rPr>
              <w:rStyle w:val="Tun"/>
            </w:rPr>
          </w:pPr>
          <w:r w:rsidRPr="006B4C5E">
            <w:rPr>
              <w:rStyle w:val="Tun"/>
            </w:rPr>
            <w:t xml:space="preserve">Příloha č. </w:t>
          </w:r>
          <w:r>
            <w:rPr>
              <w:rStyle w:val="Tun"/>
            </w:rPr>
            <w:t>3</w:t>
          </w:r>
        </w:p>
        <w:p w:rsidR="00DD44FD" w:rsidRDefault="00DD44FD" w:rsidP="007F1787">
          <w:pPr>
            <w:pStyle w:val="Zpatvlevo"/>
          </w:pPr>
          <w:r>
            <w:t>Smlouva o dílo – Zhotovení Projektové dokumentace a Stavby</w:t>
          </w:r>
        </w:p>
        <w:p w:rsidR="00DD44FD" w:rsidRPr="003462EB" w:rsidRDefault="00DD44F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r>
  </w:tbl>
  <w:p w:rsidR="00DD44FD" w:rsidRPr="00430206" w:rsidRDefault="00DD44FD">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D44FD" w:rsidRPr="003462EB" w:rsidTr="00174201">
      <w:tc>
        <w:tcPr>
          <w:tcW w:w="7881" w:type="dxa"/>
          <w:vAlign w:val="bottom"/>
        </w:tcPr>
        <w:p w:rsidR="00DD44FD" w:rsidRPr="006B4C5E" w:rsidRDefault="00DD44FD" w:rsidP="00174201">
          <w:pPr>
            <w:pStyle w:val="Zpatvpravo"/>
            <w:rPr>
              <w:rStyle w:val="Tun"/>
            </w:rPr>
          </w:pPr>
          <w:r w:rsidRPr="006B4C5E">
            <w:rPr>
              <w:rStyle w:val="Tun"/>
            </w:rPr>
            <w:t>Příloha č.</w:t>
          </w:r>
          <w:r>
            <w:rPr>
              <w:rStyle w:val="Tun"/>
            </w:rPr>
            <w:t xml:space="preserve"> 3</w:t>
          </w:r>
        </w:p>
        <w:p w:rsidR="00DD44FD" w:rsidRDefault="00DD44FD" w:rsidP="00174201">
          <w:pPr>
            <w:pStyle w:val="Zpatvpravo"/>
          </w:pPr>
          <w:r>
            <w:t>Smlouva o dílo – Zhotovení Projektové dokumentace a Stavby</w:t>
          </w:r>
        </w:p>
        <w:p w:rsidR="00DD44FD" w:rsidRPr="003462EB" w:rsidRDefault="00DD44FD"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B314F">
            <w:rPr>
              <w:rStyle w:val="Tun"/>
              <w:noProof/>
            </w:rPr>
            <w:t>„Sanace nestabilních náspů zemního tělesa v úseku Hájek - Dalovice“</w:t>
          </w:r>
          <w:r w:rsidRPr="00612EE8">
            <w:rPr>
              <w:rStyle w:val="Tun"/>
            </w:rPr>
            <w:fldChar w:fldCharType="end"/>
          </w:r>
        </w:p>
      </w:tc>
      <w:tc>
        <w:tcPr>
          <w:tcW w:w="851" w:type="dxa"/>
          <w:vAlign w:val="bottom"/>
        </w:tcPr>
        <w:p w:rsidR="00DD44FD" w:rsidRPr="00B8518B" w:rsidRDefault="00DD44FD"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1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314F">
            <w:rPr>
              <w:b/>
              <w:noProof/>
              <w:color w:val="FF5200" w:themeColor="accent2"/>
              <w:sz w:val="14"/>
              <w:szCs w:val="14"/>
            </w:rPr>
            <w:t>1</w:t>
          </w:r>
          <w:r w:rsidRPr="007145F3">
            <w:rPr>
              <w:b/>
              <w:noProof/>
              <w:color w:val="FF5200" w:themeColor="accent2"/>
              <w:sz w:val="14"/>
              <w:szCs w:val="14"/>
            </w:rPr>
            <w:fldChar w:fldCharType="end"/>
          </w:r>
        </w:p>
      </w:tc>
    </w:tr>
  </w:tbl>
  <w:p w:rsidR="00DD44FD" w:rsidRPr="00B8518B" w:rsidRDefault="00DD44F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FD" w:rsidRDefault="00DD44FD" w:rsidP="00962258">
      <w:pPr>
        <w:spacing w:after="0" w:line="240" w:lineRule="auto"/>
      </w:pPr>
      <w:r>
        <w:separator/>
      </w:r>
    </w:p>
  </w:footnote>
  <w:footnote w:type="continuationSeparator" w:id="0">
    <w:p w:rsidR="00DD44FD" w:rsidRDefault="00DD44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44FD" w:rsidTr="00B22106">
      <w:trPr>
        <w:trHeight w:hRule="exact" w:val="936"/>
      </w:trPr>
      <w:tc>
        <w:tcPr>
          <w:tcW w:w="1361" w:type="dxa"/>
          <w:tcMar>
            <w:left w:w="0" w:type="dxa"/>
            <w:right w:w="0" w:type="dxa"/>
          </w:tcMar>
        </w:tcPr>
        <w:p w:rsidR="00DD44FD" w:rsidRPr="00B8518B" w:rsidRDefault="00DD44FD" w:rsidP="00FC6389">
          <w:pPr>
            <w:pStyle w:val="Zpat"/>
            <w:rPr>
              <w:rStyle w:val="slostrnky"/>
            </w:rPr>
          </w:pPr>
        </w:p>
      </w:tc>
      <w:tc>
        <w:tcPr>
          <w:tcW w:w="3458" w:type="dxa"/>
          <w:shd w:val="clear" w:color="auto" w:fill="auto"/>
          <w:tcMar>
            <w:left w:w="0" w:type="dxa"/>
            <w:right w:w="0" w:type="dxa"/>
          </w:tcMar>
        </w:tcPr>
        <w:p w:rsidR="00DD44FD" w:rsidRDefault="00DD44FD" w:rsidP="00FC6389">
          <w:pPr>
            <w:pStyle w:val="Zpat"/>
          </w:pPr>
          <w:r>
            <w:rPr>
              <w:noProof/>
              <w:lang w:eastAsia="cs-CZ"/>
            </w:rPr>
            <w:drawing>
              <wp:anchor distT="0" distB="0" distL="114300" distR="114300" simplePos="0" relativeHeight="251672576" behindDoc="0" locked="1" layoutInCell="1" allowOverlap="1" wp14:anchorId="74F7D4D1" wp14:editId="62AC5680">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D44FD" w:rsidRPr="00D6163D" w:rsidRDefault="00DD44FD" w:rsidP="00FC6389">
          <w:pPr>
            <w:pStyle w:val="Druhdokumentu"/>
          </w:pPr>
        </w:p>
      </w:tc>
    </w:tr>
    <w:tr w:rsidR="00DD44FD" w:rsidTr="00B22106">
      <w:trPr>
        <w:trHeight w:hRule="exact" w:val="936"/>
      </w:trPr>
      <w:tc>
        <w:tcPr>
          <w:tcW w:w="1361" w:type="dxa"/>
          <w:tcMar>
            <w:left w:w="0" w:type="dxa"/>
            <w:right w:w="0" w:type="dxa"/>
          </w:tcMar>
        </w:tcPr>
        <w:p w:rsidR="00DD44FD" w:rsidRPr="00B8518B" w:rsidRDefault="00DD44FD" w:rsidP="00FC6389">
          <w:pPr>
            <w:pStyle w:val="Zpat"/>
            <w:rPr>
              <w:rStyle w:val="slostrnky"/>
            </w:rPr>
          </w:pPr>
        </w:p>
      </w:tc>
      <w:tc>
        <w:tcPr>
          <w:tcW w:w="3458" w:type="dxa"/>
          <w:shd w:val="clear" w:color="auto" w:fill="auto"/>
          <w:tcMar>
            <w:left w:w="0" w:type="dxa"/>
            <w:right w:w="0" w:type="dxa"/>
          </w:tcMar>
        </w:tcPr>
        <w:p w:rsidR="00DD44FD" w:rsidRDefault="00DD44FD" w:rsidP="00FC6389">
          <w:pPr>
            <w:pStyle w:val="Zpat"/>
          </w:pPr>
        </w:p>
      </w:tc>
      <w:tc>
        <w:tcPr>
          <w:tcW w:w="5756" w:type="dxa"/>
          <w:shd w:val="clear" w:color="auto" w:fill="auto"/>
          <w:tcMar>
            <w:left w:w="0" w:type="dxa"/>
            <w:right w:w="0" w:type="dxa"/>
          </w:tcMar>
        </w:tcPr>
        <w:p w:rsidR="00DD44FD" w:rsidRPr="00D6163D" w:rsidRDefault="00DD44FD" w:rsidP="00FC6389">
          <w:pPr>
            <w:pStyle w:val="Druhdokumentu"/>
          </w:pPr>
        </w:p>
      </w:tc>
    </w:tr>
  </w:tbl>
  <w:p w:rsidR="00DD44FD" w:rsidRPr="00D6163D" w:rsidRDefault="00DD44FD" w:rsidP="00FC6389">
    <w:pPr>
      <w:pStyle w:val="Zhlav"/>
      <w:rPr>
        <w:sz w:val="8"/>
        <w:szCs w:val="8"/>
      </w:rPr>
    </w:pPr>
  </w:p>
  <w:p w:rsidR="00DD44FD" w:rsidRPr="00460660" w:rsidRDefault="00DD44F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44FD" w:rsidTr="00C02D0A">
      <w:trPr>
        <w:trHeight w:hRule="exact" w:val="454"/>
      </w:trPr>
      <w:tc>
        <w:tcPr>
          <w:tcW w:w="1361" w:type="dxa"/>
          <w:tcMar>
            <w:top w:w="57" w:type="dxa"/>
            <w:left w:w="0" w:type="dxa"/>
            <w:right w:w="0" w:type="dxa"/>
          </w:tcMar>
        </w:tcPr>
        <w:p w:rsidR="00DD44FD" w:rsidRPr="00B8518B" w:rsidRDefault="00DD44FD" w:rsidP="00523EA7">
          <w:pPr>
            <w:pStyle w:val="Zpat"/>
            <w:rPr>
              <w:rStyle w:val="slostrnky"/>
            </w:rPr>
          </w:pPr>
        </w:p>
      </w:tc>
      <w:tc>
        <w:tcPr>
          <w:tcW w:w="3458" w:type="dxa"/>
          <w:shd w:val="clear" w:color="auto" w:fill="auto"/>
          <w:tcMar>
            <w:top w:w="57" w:type="dxa"/>
            <w:left w:w="0" w:type="dxa"/>
            <w:right w:w="0" w:type="dxa"/>
          </w:tcMar>
        </w:tcPr>
        <w:p w:rsidR="00DD44FD" w:rsidRDefault="00DD44FD" w:rsidP="00523EA7">
          <w:pPr>
            <w:pStyle w:val="Zpat"/>
          </w:pPr>
        </w:p>
      </w:tc>
      <w:tc>
        <w:tcPr>
          <w:tcW w:w="5698" w:type="dxa"/>
          <w:shd w:val="clear" w:color="auto" w:fill="auto"/>
          <w:tcMar>
            <w:top w:w="57" w:type="dxa"/>
            <w:left w:w="0" w:type="dxa"/>
            <w:right w:w="0" w:type="dxa"/>
          </w:tcMar>
        </w:tcPr>
        <w:p w:rsidR="00DD44FD" w:rsidRPr="00D6163D" w:rsidRDefault="00DD44FD" w:rsidP="00D6163D">
          <w:pPr>
            <w:pStyle w:val="Druhdokumentu"/>
          </w:pPr>
        </w:p>
      </w:tc>
    </w:tr>
  </w:tbl>
  <w:p w:rsidR="00DD44FD" w:rsidRPr="00D6163D" w:rsidRDefault="00DD44F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1B20"/>
    <w:rsid w:val="00017F3C"/>
    <w:rsid w:val="00041EC8"/>
    <w:rsid w:val="0005407B"/>
    <w:rsid w:val="0006588D"/>
    <w:rsid w:val="00067A5E"/>
    <w:rsid w:val="000719BB"/>
    <w:rsid w:val="000728CA"/>
    <w:rsid w:val="00072A65"/>
    <w:rsid w:val="00072C1E"/>
    <w:rsid w:val="000B4EB8"/>
    <w:rsid w:val="000C41F2"/>
    <w:rsid w:val="000D22C4"/>
    <w:rsid w:val="000D27D1"/>
    <w:rsid w:val="000E1A7F"/>
    <w:rsid w:val="000F291D"/>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91F90"/>
    <w:rsid w:val="001B4E74"/>
    <w:rsid w:val="001B625A"/>
    <w:rsid w:val="001C5817"/>
    <w:rsid w:val="001C645F"/>
    <w:rsid w:val="001D5869"/>
    <w:rsid w:val="001E678E"/>
    <w:rsid w:val="002038D5"/>
    <w:rsid w:val="002071BB"/>
    <w:rsid w:val="00207DF5"/>
    <w:rsid w:val="00210214"/>
    <w:rsid w:val="00240B81"/>
    <w:rsid w:val="00247D01"/>
    <w:rsid w:val="00255B10"/>
    <w:rsid w:val="00261A5B"/>
    <w:rsid w:val="00262E5B"/>
    <w:rsid w:val="00276AFE"/>
    <w:rsid w:val="00296FA8"/>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65243"/>
    <w:rsid w:val="0037545D"/>
    <w:rsid w:val="00392910"/>
    <w:rsid w:val="00392EB6"/>
    <w:rsid w:val="003956C6"/>
    <w:rsid w:val="003B23D6"/>
    <w:rsid w:val="003C33F2"/>
    <w:rsid w:val="003D756E"/>
    <w:rsid w:val="003E420D"/>
    <w:rsid w:val="003E4C13"/>
    <w:rsid w:val="003F78B3"/>
    <w:rsid w:val="004078F3"/>
    <w:rsid w:val="00427794"/>
    <w:rsid w:val="00430206"/>
    <w:rsid w:val="004328E4"/>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46C88"/>
    <w:rsid w:val="00553375"/>
    <w:rsid w:val="00555884"/>
    <w:rsid w:val="00555D88"/>
    <w:rsid w:val="005736B7"/>
    <w:rsid w:val="00575E5A"/>
    <w:rsid w:val="00580245"/>
    <w:rsid w:val="00582A82"/>
    <w:rsid w:val="005A1F44"/>
    <w:rsid w:val="005A548A"/>
    <w:rsid w:val="005D3C39"/>
    <w:rsid w:val="005D6794"/>
    <w:rsid w:val="005E7125"/>
    <w:rsid w:val="005F3A47"/>
    <w:rsid w:val="00600ECE"/>
    <w:rsid w:val="00601A8C"/>
    <w:rsid w:val="00610200"/>
    <w:rsid w:val="0061068E"/>
    <w:rsid w:val="006115D3"/>
    <w:rsid w:val="00612EE8"/>
    <w:rsid w:val="006431D4"/>
    <w:rsid w:val="0065610E"/>
    <w:rsid w:val="00660AD3"/>
    <w:rsid w:val="006776B6"/>
    <w:rsid w:val="00693150"/>
    <w:rsid w:val="006A5570"/>
    <w:rsid w:val="006A689C"/>
    <w:rsid w:val="006B3D79"/>
    <w:rsid w:val="006B4C5E"/>
    <w:rsid w:val="006B6FE4"/>
    <w:rsid w:val="006C14B9"/>
    <w:rsid w:val="006C2343"/>
    <w:rsid w:val="006C442A"/>
    <w:rsid w:val="006E0578"/>
    <w:rsid w:val="006E314D"/>
    <w:rsid w:val="006F7828"/>
    <w:rsid w:val="00704B52"/>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1457"/>
    <w:rsid w:val="007F1787"/>
    <w:rsid w:val="007F56A7"/>
    <w:rsid w:val="00800851"/>
    <w:rsid w:val="00807DD0"/>
    <w:rsid w:val="008156D5"/>
    <w:rsid w:val="00821D01"/>
    <w:rsid w:val="00826B7B"/>
    <w:rsid w:val="00827ABA"/>
    <w:rsid w:val="00846789"/>
    <w:rsid w:val="008667C5"/>
    <w:rsid w:val="00866994"/>
    <w:rsid w:val="008A3568"/>
    <w:rsid w:val="008C50F3"/>
    <w:rsid w:val="008C7EFE"/>
    <w:rsid w:val="008D03B9"/>
    <w:rsid w:val="008D30C7"/>
    <w:rsid w:val="008D546F"/>
    <w:rsid w:val="008F01C6"/>
    <w:rsid w:val="008F18D6"/>
    <w:rsid w:val="008F2C9B"/>
    <w:rsid w:val="008F7757"/>
    <w:rsid w:val="008F797B"/>
    <w:rsid w:val="00904780"/>
    <w:rsid w:val="0090635B"/>
    <w:rsid w:val="00922385"/>
    <w:rsid w:val="009223DF"/>
    <w:rsid w:val="00936091"/>
    <w:rsid w:val="00940D8A"/>
    <w:rsid w:val="0095472E"/>
    <w:rsid w:val="00962258"/>
    <w:rsid w:val="009678B7"/>
    <w:rsid w:val="009845FC"/>
    <w:rsid w:val="00992D9C"/>
    <w:rsid w:val="00996CB8"/>
    <w:rsid w:val="009B2E97"/>
    <w:rsid w:val="009B4201"/>
    <w:rsid w:val="009B5146"/>
    <w:rsid w:val="009C418E"/>
    <w:rsid w:val="009C442C"/>
    <w:rsid w:val="009D6A73"/>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72325"/>
    <w:rsid w:val="00B75EE1"/>
    <w:rsid w:val="00B77481"/>
    <w:rsid w:val="00B8518B"/>
    <w:rsid w:val="00B97CC3"/>
    <w:rsid w:val="00BC06C4"/>
    <w:rsid w:val="00BD5DE9"/>
    <w:rsid w:val="00BD7E91"/>
    <w:rsid w:val="00BD7F0D"/>
    <w:rsid w:val="00C02D0A"/>
    <w:rsid w:val="00C03A6E"/>
    <w:rsid w:val="00C226C0"/>
    <w:rsid w:val="00C42FE6"/>
    <w:rsid w:val="00C44F6A"/>
    <w:rsid w:val="00C6198E"/>
    <w:rsid w:val="00C64DF9"/>
    <w:rsid w:val="00C708EA"/>
    <w:rsid w:val="00C778A5"/>
    <w:rsid w:val="00C90755"/>
    <w:rsid w:val="00C95162"/>
    <w:rsid w:val="00CB4F6D"/>
    <w:rsid w:val="00CB6A37"/>
    <w:rsid w:val="00CB7684"/>
    <w:rsid w:val="00CC4EA8"/>
    <w:rsid w:val="00CC6517"/>
    <w:rsid w:val="00CC7C8F"/>
    <w:rsid w:val="00CD1FC4"/>
    <w:rsid w:val="00CD320A"/>
    <w:rsid w:val="00D034A0"/>
    <w:rsid w:val="00D074BB"/>
    <w:rsid w:val="00D13988"/>
    <w:rsid w:val="00D21061"/>
    <w:rsid w:val="00D242BB"/>
    <w:rsid w:val="00D336C5"/>
    <w:rsid w:val="00D4108E"/>
    <w:rsid w:val="00D4328E"/>
    <w:rsid w:val="00D6163D"/>
    <w:rsid w:val="00D70440"/>
    <w:rsid w:val="00D831A3"/>
    <w:rsid w:val="00D97BE3"/>
    <w:rsid w:val="00DA3711"/>
    <w:rsid w:val="00DB314F"/>
    <w:rsid w:val="00DD44FD"/>
    <w:rsid w:val="00DD46F3"/>
    <w:rsid w:val="00DE51C2"/>
    <w:rsid w:val="00DE56F2"/>
    <w:rsid w:val="00DF116D"/>
    <w:rsid w:val="00E16FF7"/>
    <w:rsid w:val="00E26D68"/>
    <w:rsid w:val="00E44045"/>
    <w:rsid w:val="00E618C4"/>
    <w:rsid w:val="00E7415D"/>
    <w:rsid w:val="00E878EE"/>
    <w:rsid w:val="00E901A3"/>
    <w:rsid w:val="00E9225A"/>
    <w:rsid w:val="00EA585B"/>
    <w:rsid w:val="00EA6EC7"/>
    <w:rsid w:val="00EB104F"/>
    <w:rsid w:val="00EB46E5"/>
    <w:rsid w:val="00EB4C66"/>
    <w:rsid w:val="00ED14BD"/>
    <w:rsid w:val="00EF77CB"/>
    <w:rsid w:val="00F016C7"/>
    <w:rsid w:val="00F12DEC"/>
    <w:rsid w:val="00F1715C"/>
    <w:rsid w:val="00F310F8"/>
    <w:rsid w:val="00F35939"/>
    <w:rsid w:val="00F422D3"/>
    <w:rsid w:val="00F45607"/>
    <w:rsid w:val="00F4722B"/>
    <w:rsid w:val="00F54432"/>
    <w:rsid w:val="00F659EB"/>
    <w:rsid w:val="00F71BA0"/>
    <w:rsid w:val="00F762A8"/>
    <w:rsid w:val="00F86BA6"/>
    <w:rsid w:val="00F91131"/>
    <w:rsid w:val="00F95FBD"/>
    <w:rsid w:val="00FB6342"/>
    <w:rsid w:val="00FC4EC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21" Type="http://schemas.openxmlformats.org/officeDocument/2006/relationships/footer" Target="footer6.xml"/><Relationship Id="rId34" Type="http://schemas.openxmlformats.org/officeDocument/2006/relationships/footer" Target="footer1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133047"/>
    <w:rsid w:val="002E6E99"/>
    <w:rsid w:val="003900D8"/>
    <w:rsid w:val="005E08BF"/>
    <w:rsid w:val="006B44CC"/>
    <w:rsid w:val="008A7DB6"/>
    <w:rsid w:val="00B860F3"/>
    <w:rsid w:val="00B91BAE"/>
    <w:rsid w:val="00D42824"/>
    <w:rsid w:val="00DC45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purl.org/dc/elements/1.1/"/>
    <ds:schemaRef ds:uri="http://schemas.microsoft.com/sharepoint/v3"/>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4CD23E-1498-4BB1-A2FD-0999177D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17</Pages>
  <Words>2275</Words>
  <Characters>13424</Characters>
  <Application>Microsoft Office Word</Application>
  <DocSecurity>0</DocSecurity>
  <Lines>111</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4</cp:revision>
  <cp:lastPrinted>2019-08-29T08:29:00Z</cp:lastPrinted>
  <dcterms:created xsi:type="dcterms:W3CDTF">2019-08-26T09:10:00Z</dcterms:created>
  <dcterms:modified xsi:type="dcterms:W3CDTF">2019-08-29T08:29:00Z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